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211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211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2112C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257A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12D9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E412D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2025-06-16T10:38:00Z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